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1185A88A"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800607">
        <w:rPr>
          <w:rStyle w:val="Strong"/>
          <w:lang w:val="en-GB"/>
        </w:rPr>
        <w:t>41-W001-24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40560"/>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03CA2191" w:rsidR="00BA48ED" w:rsidRPr="00B451CF" w:rsidRDefault="00015DD1" w:rsidP="008400ED">
      <w:pPr>
        <w:jc w:val="both"/>
        <w:rPr>
          <w:rFonts w:cs="Calibri"/>
          <w:color w:val="000000"/>
          <w:lang w:val="en-GB"/>
        </w:rPr>
      </w:pPr>
      <w:r w:rsidRPr="00B451CF">
        <w:rPr>
          <w:rFonts w:cs="Calibri"/>
          <w:lang w:val="en-GB"/>
        </w:rPr>
        <w:t xml:space="preserve">The </w:t>
      </w:r>
      <w:r w:rsidR="00493D0E">
        <w:rPr>
          <w:rFonts w:cs="Calibri"/>
          <w:lang w:val="en-GB"/>
        </w:rPr>
        <w:t>Central Pacific Producers Limited</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7" w:name="_Toc26450994"/>
      <w:bookmarkStart w:id="8" w:name="_Toc44940562"/>
      <w:r w:rsidRPr="000E0ABD">
        <w:rPr>
          <w:rFonts w:cs="Calibri"/>
          <w:sz w:val="24"/>
          <w:lang w:val="en-GB"/>
        </w:rPr>
        <w:t>Official email address</w:t>
      </w:r>
      <w:bookmarkEnd w:id="7"/>
      <w:bookmarkEnd w:id="8"/>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9" w:name="_Toc44940563"/>
      <w:r w:rsidRPr="00B451CF">
        <w:rPr>
          <w:rFonts w:cs="Calibri"/>
          <w:sz w:val="24"/>
          <w:lang w:val="en-GB"/>
        </w:rPr>
        <w:lastRenderedPageBreak/>
        <w:t>Mandatory requirements</w:t>
      </w:r>
      <w:bookmarkEnd w:id="9"/>
    </w:p>
    <w:p w14:paraId="045FE3B1" w14:textId="16AC37BE"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1"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2"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2"/>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3" w:name="_Hlk9600481"/>
      <w:r>
        <w:rPr>
          <w:rFonts w:eastAsia="Times New Roman" w:cs="Calibri"/>
          <w:lang w:val="en-GB"/>
        </w:rPr>
        <w:t>, unless otherwise specified in the RFP,</w:t>
      </w:r>
      <w:bookmarkEnd w:id="13"/>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4" w:name="_Toc44940566"/>
      <w:r>
        <w:rPr>
          <w:lang w:val="en-GB"/>
        </w:rPr>
        <w:t>Electronic submission</w:t>
      </w:r>
      <w:bookmarkEnd w:id="14"/>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5" w:name="_Toc44940567"/>
      <w:r>
        <w:rPr>
          <w:lang w:val="en-GB"/>
        </w:rPr>
        <w:t>Other means of submission</w:t>
      </w:r>
      <w:bookmarkEnd w:id="15"/>
    </w:p>
    <w:p w14:paraId="100D109E" w14:textId="361B8425" w:rsidR="00083C49" w:rsidRDefault="00083C49" w:rsidP="00083C49">
      <w:pPr>
        <w:rPr>
          <w:lang w:val="en-GB"/>
        </w:rPr>
      </w:pPr>
      <w:r w:rsidRPr="00C17ACE">
        <w:rPr>
          <w:lang w:val="en-GB"/>
        </w:rPr>
        <w:t xml:space="preserve">For any other means of submission, i.e. delivery in hard copies, by mail, by hand or by courier, they shall be in closed and sealed envelopes or parcels, marked as </w:t>
      </w:r>
      <w:r w:rsidR="00954E8C">
        <w:rPr>
          <w:lang w:val="en-GB"/>
        </w:rPr>
        <w:t>follows:</w:t>
      </w:r>
    </w:p>
    <w:p w14:paraId="16ED1030" w14:textId="77777777" w:rsidR="00954E8C" w:rsidRDefault="00954E8C" w:rsidP="00083C49">
      <w:pPr>
        <w:rPr>
          <w:b/>
          <w:bCs/>
          <w:lang w:val="en-GB"/>
        </w:rPr>
      </w:pPr>
    </w:p>
    <w:p w14:paraId="46157196" w14:textId="471AE0A7" w:rsidR="00954E8C" w:rsidRPr="00954E8C" w:rsidRDefault="00800607" w:rsidP="00083C49">
      <w:pPr>
        <w:rPr>
          <w:b/>
          <w:bCs/>
          <w:lang w:val="en-GB"/>
        </w:rPr>
      </w:pPr>
      <w:r>
        <w:rPr>
          <w:b/>
          <w:bCs/>
          <w:lang w:val="en-GB"/>
        </w:rPr>
        <w:t xml:space="preserve">To: </w:t>
      </w:r>
      <w:r w:rsidR="00954E8C" w:rsidRPr="00954E8C">
        <w:rPr>
          <w:b/>
          <w:bCs/>
          <w:lang w:val="en-GB"/>
        </w:rPr>
        <w:t>Secretary</w:t>
      </w:r>
      <w:r>
        <w:rPr>
          <w:b/>
          <w:bCs/>
          <w:lang w:val="en-GB"/>
        </w:rPr>
        <w:t xml:space="preserve">, </w:t>
      </w:r>
      <w:r w:rsidR="00954E8C" w:rsidRPr="00954E8C">
        <w:rPr>
          <w:b/>
          <w:bCs/>
          <w:lang w:val="en-GB"/>
        </w:rPr>
        <w:t>Ministry of Finance &amp; Economic Development</w:t>
      </w:r>
    </w:p>
    <w:p w14:paraId="5AA64181" w14:textId="6D2942C1" w:rsidR="00954E8C" w:rsidRDefault="00954E8C" w:rsidP="00083C49">
      <w:pPr>
        <w:rPr>
          <w:b/>
          <w:bCs/>
          <w:lang w:val="en-GB"/>
        </w:rPr>
      </w:pPr>
      <w:r w:rsidRPr="00954E8C">
        <w:rPr>
          <w:b/>
          <w:bCs/>
          <w:lang w:val="en-GB"/>
        </w:rPr>
        <w:t>Bairiki, Tarawa</w:t>
      </w:r>
    </w:p>
    <w:p w14:paraId="171695AB" w14:textId="77777777" w:rsidR="00800607" w:rsidRDefault="00800607" w:rsidP="00083C49">
      <w:pPr>
        <w:rPr>
          <w:b/>
          <w:bCs/>
          <w:lang w:val="en-GB"/>
        </w:rPr>
      </w:pPr>
    </w:p>
    <w:p w14:paraId="26269C8B" w14:textId="58787439" w:rsidR="00954E8C" w:rsidRDefault="00954E8C" w:rsidP="00083C49">
      <w:pPr>
        <w:rPr>
          <w:b/>
          <w:bCs/>
          <w:lang w:val="en-GB"/>
        </w:rPr>
      </w:pPr>
      <w:r w:rsidRPr="00954E8C">
        <w:rPr>
          <w:b/>
          <w:bCs/>
          <w:lang w:val="en-GB"/>
        </w:rPr>
        <w:t>Attention to: Chief Procurement Officer</w:t>
      </w:r>
    </w:p>
    <w:p w14:paraId="0E43FC8E" w14:textId="1856751A" w:rsidR="00800607" w:rsidRPr="00954E8C" w:rsidRDefault="00800607" w:rsidP="00083C49">
      <w:pPr>
        <w:rPr>
          <w:b/>
          <w:bCs/>
          <w:lang w:val="en-GB"/>
        </w:rPr>
      </w:pPr>
      <w:r>
        <w:rPr>
          <w:b/>
          <w:bCs/>
          <w:lang w:val="en-GB"/>
        </w:rPr>
        <w:t>Procurement number: 41-w001-24</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6"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6"/>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2562DDDE" w14:textId="784BE8A5" w:rsidR="00800607" w:rsidRPr="00800607" w:rsidRDefault="00FA024E" w:rsidP="00800607">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2A2C1C48" w14:textId="1AC4914D" w:rsidR="00954E8C" w:rsidRDefault="00954E8C"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5FF81CF4" w14:textId="30B91B11" w:rsidR="00954E8C" w:rsidRDefault="00954E8C"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&amp; Business Registration</w:t>
      </w:r>
    </w:p>
    <w:p w14:paraId="105375CC" w14:textId="40EC3105" w:rsidR="00800607" w:rsidRPr="00800607" w:rsidRDefault="00800607" w:rsidP="00800607">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6345AE2E"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00954E8C">
        <w:rPr>
          <w:rFonts w:eastAsia="Times New Roman" w:cs="Calibri"/>
          <w:lang w:val="en-GB"/>
        </w:rPr>
        <w:t>, d , e and f</w:t>
      </w:r>
      <w:r w:rsidR="0011296B">
        <w:rPr>
          <w:rFonts w:eastAsia="Times New Roman" w:cs="Calibri"/>
          <w:lang w:val="en-GB"/>
        </w:rPr>
        <w:t xml:space="preserve">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lastRenderedPageBreak/>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7"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7"/>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8" w:name="_Toc26369672"/>
      <w:bookmarkStart w:id="19" w:name="_Toc26439678"/>
      <w:bookmarkStart w:id="20" w:name="_Toc26442920"/>
      <w:bookmarkStart w:id="21" w:name="_Toc26451004"/>
      <w:bookmarkStart w:id="22" w:name="_Toc44940570"/>
      <w:r w:rsidRPr="000E0ABD">
        <w:rPr>
          <w:rFonts w:cs="Calibri"/>
          <w:sz w:val="24"/>
          <w:lang w:val="en-GB"/>
        </w:rPr>
        <w:t>Certificate of Compliance Form</w:t>
      </w:r>
      <w:bookmarkEnd w:id="18"/>
      <w:bookmarkEnd w:id="19"/>
      <w:bookmarkEnd w:id="20"/>
      <w:bookmarkEnd w:id="21"/>
      <w:bookmarkEnd w:id="22"/>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3" w:name="_Toc44940571"/>
      <w:r w:rsidRPr="00B451CF">
        <w:rPr>
          <w:rFonts w:cs="Calibri"/>
          <w:sz w:val="24"/>
          <w:lang w:val="en-GB"/>
        </w:rPr>
        <w:t xml:space="preserve">Technical </w:t>
      </w:r>
      <w:bookmarkStart w:id="24" w:name="_Hlk26452477"/>
      <w:r w:rsidR="0011296B">
        <w:rPr>
          <w:rFonts w:cs="Calibri"/>
          <w:sz w:val="24"/>
          <w:lang w:val="en-GB"/>
        </w:rPr>
        <w:t>component</w:t>
      </w:r>
      <w:bookmarkEnd w:id="23"/>
      <w:bookmarkEnd w:id="24"/>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lastRenderedPageBreak/>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5" w:name="_Ref9605373"/>
      <w:r w:rsidRPr="00D237EF">
        <w:rPr>
          <w:rFonts w:eastAsia="Times New Roman" w:cs="Calibri"/>
        </w:rPr>
        <w:t>Curriculum vitae (CV) for proposed professional personnel</w:t>
      </w:r>
      <w:bookmarkEnd w:id="25"/>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11"/>
      <w:r w:rsidRPr="00D237EF">
        <w:rPr>
          <w:rFonts w:eastAsia="Times New Roman" w:cs="Calibri"/>
        </w:rPr>
        <w:t>Tenderer’s references</w:t>
      </w:r>
      <w:bookmarkEnd w:id="26"/>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7"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7"/>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8"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8"/>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29" w:name="_Toc26369677"/>
      <w:bookmarkStart w:id="30" w:name="_Toc26439681"/>
      <w:bookmarkStart w:id="31" w:name="_Toc26442923"/>
      <w:bookmarkStart w:id="32" w:name="_Toc26451007"/>
      <w:bookmarkStart w:id="33" w:name="_Toc44940573"/>
      <w:r w:rsidRPr="004946BB">
        <w:rPr>
          <w:rFonts w:cs="Calibri"/>
          <w:sz w:val="28"/>
          <w:szCs w:val="28"/>
          <w:lang w:eastAsia="ko-KR"/>
        </w:rPr>
        <w:lastRenderedPageBreak/>
        <w:t>Contract Award</w:t>
      </w:r>
      <w:bookmarkEnd w:id="29"/>
      <w:bookmarkEnd w:id="30"/>
      <w:bookmarkEnd w:id="31"/>
      <w:bookmarkEnd w:id="32"/>
      <w:bookmarkEnd w:id="33"/>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4" w:name="_Toc26439682"/>
      <w:bookmarkStart w:id="35" w:name="_Toc26369678"/>
      <w:bookmarkStart w:id="36" w:name="_Toc26439683"/>
      <w:bookmarkStart w:id="37" w:name="_Toc26442924"/>
      <w:bookmarkStart w:id="38" w:name="_Toc26451008"/>
      <w:bookmarkStart w:id="39" w:name="_Toc44940574"/>
      <w:bookmarkEnd w:id="34"/>
      <w:r w:rsidRPr="00282241">
        <w:rPr>
          <w:rFonts w:cs="Calibri"/>
          <w:sz w:val="28"/>
          <w:szCs w:val="28"/>
          <w:lang w:eastAsia="ko-KR"/>
        </w:rPr>
        <w:t>Complaints</w:t>
      </w:r>
      <w:bookmarkEnd w:id="35"/>
      <w:bookmarkEnd w:id="36"/>
      <w:bookmarkEnd w:id="37"/>
      <w:bookmarkEnd w:id="38"/>
      <w:bookmarkEnd w:id="39"/>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0" w:name="_Toc26369679"/>
      <w:bookmarkStart w:id="41" w:name="_Toc26439684"/>
      <w:bookmarkStart w:id="42" w:name="_Toc26442925"/>
      <w:bookmarkStart w:id="43" w:name="_Toc26451009"/>
      <w:bookmarkStart w:id="44" w:name="_Toc44940575"/>
      <w:r w:rsidRPr="000E0ABD">
        <w:rPr>
          <w:rFonts w:cs="Calibri"/>
          <w:sz w:val="28"/>
          <w:szCs w:val="28"/>
          <w:lang w:eastAsia="ko-KR"/>
        </w:rPr>
        <w:t>Contract finalisation</w:t>
      </w:r>
      <w:bookmarkEnd w:id="40"/>
      <w:bookmarkEnd w:id="41"/>
      <w:bookmarkEnd w:id="42"/>
      <w:bookmarkEnd w:id="43"/>
      <w:bookmarkEnd w:id="44"/>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144BC3">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13106" w14:textId="77777777" w:rsidR="00144BC3" w:rsidRDefault="00144BC3">
      <w:r>
        <w:separator/>
      </w:r>
    </w:p>
  </w:endnote>
  <w:endnote w:type="continuationSeparator" w:id="0">
    <w:p w14:paraId="7E801611" w14:textId="77777777" w:rsidR="00144BC3" w:rsidRDefault="00144BC3">
      <w:r>
        <w:continuationSeparator/>
      </w:r>
    </w:p>
  </w:endnote>
  <w:endnote w:type="continuationNotice" w:id="1">
    <w:p w14:paraId="0C6F505E" w14:textId="77777777" w:rsidR="00144BC3" w:rsidRDefault="00144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794C8F" w:rsidRPr="00794C8F">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794C8F" w:rsidRPr="00794C8F">
      <w:rPr>
        <w:noProof/>
        <w:color w:val="17365D" w:themeColor="text2" w:themeShade="BF"/>
        <w:lang w:val="sv-SE"/>
      </w:rPr>
      <w:t>8</w:t>
    </w:r>
    <w:r>
      <w:rPr>
        <w:color w:val="17365D" w:themeColor="text2" w:themeShade="BF"/>
      </w:rPr>
      <w:fldChar w:fldCharType="end"/>
    </w:r>
  </w:p>
  <w:p w14:paraId="213B5D63" w14:textId="44479851" w:rsidR="00133D55" w:rsidRDefault="00133D55" w:rsidP="004878F3">
    <w:pPr>
      <w:pStyle w:val="Footer"/>
    </w:pPr>
    <w:r>
      <w:fldChar w:fldCharType="begin"/>
    </w:r>
    <w:r>
      <w:instrText xml:space="preserve"> DATE \@ "yyyy-MM-dd" </w:instrText>
    </w:r>
    <w:r>
      <w:fldChar w:fldCharType="separate"/>
    </w:r>
    <w:r w:rsidR="00800607">
      <w:rPr>
        <w:noProof/>
      </w:rPr>
      <w:t>2024-02-27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E1F0E" w14:textId="77777777" w:rsidR="00144BC3" w:rsidRDefault="00144BC3">
      <w:r>
        <w:separator/>
      </w:r>
    </w:p>
  </w:footnote>
  <w:footnote w:type="continuationSeparator" w:id="0">
    <w:p w14:paraId="59FF98C8" w14:textId="77777777" w:rsidR="00144BC3" w:rsidRDefault="00144BC3">
      <w:r>
        <w:continuationSeparator/>
      </w:r>
    </w:p>
  </w:footnote>
  <w:footnote w:type="continuationNotice" w:id="1">
    <w:p w14:paraId="1B220BE7" w14:textId="77777777" w:rsidR="00144BC3" w:rsidRDefault="00144BC3"/>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167C1C21"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6082937">
    <w:abstractNumId w:val="2"/>
  </w:num>
  <w:num w:numId="2" w16cid:durableId="1536190274">
    <w:abstractNumId w:val="10"/>
  </w:num>
  <w:num w:numId="3" w16cid:durableId="2071027804">
    <w:abstractNumId w:val="11"/>
  </w:num>
  <w:num w:numId="4" w16cid:durableId="553153314">
    <w:abstractNumId w:val="5"/>
  </w:num>
  <w:num w:numId="5" w16cid:durableId="2134521753">
    <w:abstractNumId w:val="4"/>
  </w:num>
  <w:num w:numId="6" w16cid:durableId="477498034">
    <w:abstractNumId w:val="7"/>
  </w:num>
  <w:num w:numId="7" w16cid:durableId="197132576">
    <w:abstractNumId w:val="6"/>
  </w:num>
  <w:num w:numId="8" w16cid:durableId="1099571030">
    <w:abstractNumId w:val="9"/>
  </w:num>
  <w:num w:numId="9" w16cid:durableId="458452611">
    <w:abstractNumId w:val="1"/>
  </w:num>
  <w:num w:numId="10" w16cid:durableId="1033918866">
    <w:abstractNumId w:val="8"/>
  </w:num>
  <w:num w:numId="11" w16cid:durableId="282662764">
    <w:abstractNumId w:val="3"/>
  </w:num>
  <w:num w:numId="12" w16cid:durableId="90977083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0F2E"/>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4BC3"/>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005"/>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3D0E"/>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4C8F"/>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607"/>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4E8C"/>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156A"/>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28E5"/>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589E"/>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59CB36-09E6-4837-BD2A-CF1CDD37D9BB}">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21</TotalTime>
  <Pages>8</Pages>
  <Words>2364</Words>
  <Characters>13476</Characters>
  <Application>Microsoft Office Word</Application>
  <DocSecurity>0</DocSecurity>
  <Lines>112</Lines>
  <Paragraphs>31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15809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2019-05-23T01:49:00Z</cp:lastPrinted>
  <dcterms:created xsi:type="dcterms:W3CDTF">2024-02-22T04:17:00Z</dcterms:created>
  <dcterms:modified xsi:type="dcterms:W3CDTF">2024-02-27T08:21:00Z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